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EFCC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07B54E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E4A8D">
        <w:rPr>
          <w:rFonts w:ascii="Corbel" w:hAnsi="Corbel"/>
          <w:b/>
          <w:smallCaps/>
          <w:sz w:val="24"/>
          <w:szCs w:val="24"/>
        </w:rPr>
        <w:t>2021-2024</w:t>
      </w:r>
    </w:p>
    <w:p w14:paraId="24E8696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6E4A8D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F002B45" w14:textId="77777777" w:rsidR="006E4A8D" w:rsidRDefault="00445970" w:rsidP="006E4A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6E4A8D">
        <w:rPr>
          <w:rFonts w:ascii="Corbel" w:hAnsi="Corbel"/>
          <w:sz w:val="20"/>
          <w:szCs w:val="20"/>
        </w:rPr>
        <w:t>2022/2023</w:t>
      </w:r>
    </w:p>
    <w:p w14:paraId="672A6659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A03017" w14:textId="77777777" w:rsidTr="5516CD99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5E5C2A" w14:textId="77777777" w:rsidR="0085747A" w:rsidRPr="006E4A8D" w:rsidRDefault="005910E8" w:rsidP="5516CD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516CD99">
              <w:rPr>
                <w:rFonts w:ascii="Corbel" w:hAnsi="Corbel"/>
                <w:b w:val="0"/>
                <w:sz w:val="24"/>
                <w:szCs w:val="24"/>
              </w:rPr>
              <w:t>Socjoterapia</w:t>
            </w:r>
          </w:p>
        </w:tc>
      </w:tr>
      <w:tr w:rsidR="0085747A" w:rsidRPr="009C54AE" w14:paraId="24C54A61" w14:textId="77777777" w:rsidTr="5516CD99">
        <w:tc>
          <w:tcPr>
            <w:tcW w:w="2694" w:type="dxa"/>
            <w:vAlign w:val="center"/>
          </w:tcPr>
          <w:p w14:paraId="1477BD1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332121B5" w14:textId="77777777" w:rsidR="0085747A" w:rsidRPr="009C54AE" w:rsidRDefault="00EE0C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CA9">
              <w:rPr>
                <w:rFonts w:ascii="Corbel" w:hAnsi="Corbel"/>
                <w:b w:val="0"/>
                <w:sz w:val="24"/>
                <w:szCs w:val="24"/>
              </w:rPr>
              <w:t>P1S[3]O_08</w:t>
            </w:r>
          </w:p>
        </w:tc>
      </w:tr>
      <w:tr w:rsidR="0085747A" w:rsidRPr="009C54AE" w14:paraId="4E2F8C33" w14:textId="77777777" w:rsidTr="5516CD99">
        <w:tc>
          <w:tcPr>
            <w:tcW w:w="2694" w:type="dxa"/>
            <w:vAlign w:val="center"/>
          </w:tcPr>
          <w:p w14:paraId="19552E28" w14:textId="77777777" w:rsidR="0085747A" w:rsidRPr="009C54AE" w:rsidRDefault="002A10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EA36E1" w14:textId="77777777" w:rsidTr="5516CD99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F259B7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AAD0C5" w14:textId="77777777" w:rsidTr="5516CD99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66518E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CF479FC" w14:textId="77777777" w:rsidTr="5516CD99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02E90D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513188F7" w14:textId="77777777" w:rsidTr="5516CD99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B469018" w14:textId="77777777" w:rsidTr="5516CD99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D5CF1DD" w14:textId="77777777" w:rsidTr="5516CD99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ED0EF5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EE0CA9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9C54AE" w14:paraId="3D6247E0" w14:textId="77777777" w:rsidTr="5516CD99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1C56C9" w14:textId="105008F9" w:rsidR="0085747A" w:rsidRPr="009C54AE" w:rsidRDefault="78B4E715" w:rsidP="5516CD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516CD99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3F51518" w14:textId="77777777" w:rsidTr="5516CD99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76AF82" w14:textId="77777777" w:rsidR="00923D7D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9C54AE" w14:paraId="3C501E3E" w14:textId="77777777" w:rsidTr="5516CD99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3FBCB7" w14:textId="77777777" w:rsidR="0085747A" w:rsidRPr="009C54AE" w:rsidRDefault="001B1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85747A" w:rsidRPr="009C54AE" w14:paraId="0433DF6E" w14:textId="77777777" w:rsidTr="5516CD99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25C336" w14:textId="77777777" w:rsidR="0085747A" w:rsidRPr="009C54AE" w:rsidRDefault="00812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14:paraId="5DAB6C7B" w14:textId="77777777" w:rsidR="00484EBF" w:rsidRDefault="00484EBF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424BC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7AFED4" w14:textId="77777777" w:rsidTr="00424B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75AC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B85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135C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05A809" w14:textId="77777777" w:rsidR="00923D7D" w:rsidRPr="009C54AE" w:rsidRDefault="00923D7D" w:rsidP="00191B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39BBE3" w14:textId="77777777" w:rsidR="006E4A8D" w:rsidRDefault="006E4A8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</w:p>
    <w:p w14:paraId="3C0FE74C" w14:textId="77777777" w:rsidR="0085747A" w:rsidRPr="009C54AE" w:rsidRDefault="00D2767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812F4E">
        <w:rPr>
          <w:rFonts w:ascii="MS Gothic" w:eastAsia="MS Gothic" w:hAnsi="MS Gothic" w:cs="MS Gothic" w:hint="eastAsia"/>
          <w:szCs w:val="24"/>
        </w:rPr>
        <w:t>x</w:t>
      </w:r>
      <w:r>
        <w:rPr>
          <w:rFonts w:ascii="MS Gothic" w:eastAsia="MS Gothic" w:hAnsi="MS Gothic" w:cs="MS Gothic" w:hint="eastAsia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1C8F3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2A3D3EC" w14:textId="77777777" w:rsidR="006E4A8D" w:rsidRDefault="006E4A8D" w:rsidP="00D27679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</w:p>
    <w:p w14:paraId="078AA4B1" w14:textId="77777777" w:rsidR="009C54AE" w:rsidRPr="00D27679" w:rsidRDefault="00D27679" w:rsidP="00D27679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  <w:r w:rsidRPr="00D27679">
        <w:rPr>
          <w:rFonts w:ascii="Corbel" w:hAnsi="Corbel"/>
          <w:b w:val="0"/>
          <w:sz w:val="20"/>
          <w:szCs w:val="24"/>
        </w:rPr>
        <w:t>ZALICZENIE Z OCENĄ</w:t>
      </w:r>
    </w:p>
    <w:p w14:paraId="0D0B940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E27B00A" w14:textId="77777777" w:rsidR="006E4A8D" w:rsidRPr="009C54AE" w:rsidRDefault="006E4A8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7451F9B" w14:textId="77777777" w:rsidTr="00745302">
        <w:tc>
          <w:tcPr>
            <w:tcW w:w="9670" w:type="dxa"/>
          </w:tcPr>
          <w:p w14:paraId="1B1EA1FF" w14:textId="77777777" w:rsidR="0085747A" w:rsidRPr="009C54AE" w:rsidRDefault="00935EF0" w:rsidP="0016554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37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Elementarna wiedza z zakresu pedagogiki społecznej oraz typologii środowisk wychowawczych, znajomość pojęcia diagnozy oraz jej rodzajów, znajomość metod i technik stosowanych w diagnostyce pedagogicznej.</w:t>
            </w:r>
          </w:p>
        </w:tc>
      </w:tr>
    </w:tbl>
    <w:p w14:paraId="60061E4C" w14:textId="77777777" w:rsidR="00484EBF" w:rsidRDefault="00484EB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C05F44" w:rsidRDefault="006E4A8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4EAFD9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4D5A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8243475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10D4CF" w14:textId="77777777" w:rsidR="0085747A" w:rsidRPr="009C54AE" w:rsidRDefault="00191BB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</w:t>
            </w:r>
            <w:r w:rsidR="00BE3EA9">
              <w:rPr>
                <w:rFonts w:ascii="Corbel" w:hAnsi="Corbel"/>
                <w:b w:val="0"/>
                <w:sz w:val="24"/>
                <w:szCs w:val="24"/>
              </w:rPr>
              <w:t xml:space="preserve"> wiedzy pozwalającej na trafną identyfikację zjawisk z zakresu pracy socjalnej z klientami różnego typu.</w:t>
            </w:r>
          </w:p>
        </w:tc>
      </w:tr>
      <w:tr w:rsidR="0085747A" w:rsidRPr="009C54AE" w14:paraId="4837F57F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BE3E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A3CC9EF" w14:textId="77777777" w:rsidR="0085747A" w:rsidRPr="009C54AE" w:rsidRDefault="00191BB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 w:rsidR="00BE3EA9"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 w:rsidR="00935EF0">
              <w:rPr>
                <w:rFonts w:ascii="Corbel" w:hAnsi="Corbel"/>
                <w:b w:val="0"/>
                <w:sz w:val="24"/>
                <w:szCs w:val="24"/>
              </w:rPr>
              <w:t>rozpoznawania dysfunkcji więzi społecznych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113ED6B5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175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E2EEDD5" w14:textId="77777777" w:rsidR="0085747A" w:rsidRPr="009C54AE" w:rsidRDefault="007317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na temat korzystania z różnych podejść teoretycznych</w:t>
            </w:r>
            <w:r w:rsidR="00191B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7924">
              <w:rPr>
                <w:rFonts w:ascii="Corbel" w:hAnsi="Corbel"/>
                <w:b w:val="0"/>
                <w:sz w:val="24"/>
                <w:szCs w:val="24"/>
              </w:rPr>
              <w:t xml:space="preserve">podczas diagnozowania problemów społecznych </w:t>
            </w:r>
            <w:r w:rsidR="00935EF0">
              <w:rPr>
                <w:rFonts w:ascii="Corbel" w:hAnsi="Corbel"/>
                <w:b w:val="0"/>
                <w:sz w:val="24"/>
                <w:szCs w:val="24"/>
              </w:rPr>
              <w:t xml:space="preserve">oraz umiejętności jej zastosowania do </w:t>
            </w:r>
            <w:r w:rsidR="00B37924">
              <w:rPr>
                <w:rFonts w:ascii="Corbel" w:hAnsi="Corbel"/>
                <w:b w:val="0"/>
                <w:sz w:val="24"/>
                <w:szCs w:val="24"/>
              </w:rPr>
              <w:t>projektowania oddziaływań usprawniających pracę socjalną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37924" w:rsidRPr="009C54AE" w14:paraId="45A5B240" w14:textId="77777777" w:rsidTr="00923D7D">
        <w:tc>
          <w:tcPr>
            <w:tcW w:w="851" w:type="dxa"/>
            <w:vAlign w:val="center"/>
          </w:tcPr>
          <w:p w14:paraId="7C12F916" w14:textId="77777777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D635A9A" w14:textId="77777777" w:rsidR="00B37924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Nauka samodzielnej analizy zachodzących zjawisk społecznych i prognozowania zagrożeń socjalnych przy zastosowaniu standardów pracy socjalnej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37924" w:rsidRPr="009C54AE" w14:paraId="6A9CBAAF" w14:textId="77777777" w:rsidTr="00923D7D">
        <w:tc>
          <w:tcPr>
            <w:tcW w:w="851" w:type="dxa"/>
            <w:vAlign w:val="center"/>
          </w:tcPr>
          <w:p w14:paraId="56E055E9" w14:textId="77777777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2E2FD09" w14:textId="77777777" w:rsidR="00B37924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nawiązywania, podtrzymywania relacji oraz współpracy z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 </w:t>
            </w:r>
            <w:r>
              <w:rPr>
                <w:rFonts w:ascii="Corbel" w:hAnsi="Corbel"/>
                <w:b w:val="0"/>
                <w:sz w:val="24"/>
                <w:szCs w:val="24"/>
              </w:rPr>
              <w:t>podmiotami zewnętrznymi na rzecz wspólnych oddziaływań s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ocjalnych.</w:t>
            </w:r>
          </w:p>
        </w:tc>
      </w:tr>
      <w:tr w:rsidR="00B37924" w:rsidRPr="009C54AE" w14:paraId="36286C77" w14:textId="77777777" w:rsidTr="00923D7D">
        <w:tc>
          <w:tcPr>
            <w:tcW w:w="851" w:type="dxa"/>
            <w:vAlign w:val="center"/>
          </w:tcPr>
          <w:p w14:paraId="00B3D6C2" w14:textId="77777777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36272AA2" w14:textId="77777777" w:rsidR="00B37924" w:rsidRDefault="00484E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samodzielnego animowania działań socjalnych.</w:t>
            </w:r>
          </w:p>
        </w:tc>
      </w:tr>
    </w:tbl>
    <w:p w14:paraId="3DEEC669" w14:textId="77777777" w:rsidR="00C85175" w:rsidRPr="009C54AE" w:rsidRDefault="00C85175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656B9A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DFED260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27C5E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F2BA7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5F4974B" w14:textId="77777777" w:rsidTr="005E6E85">
        <w:tc>
          <w:tcPr>
            <w:tcW w:w="1701" w:type="dxa"/>
          </w:tcPr>
          <w:p w14:paraId="4FCA5964" w14:textId="77777777" w:rsidR="0085747A" w:rsidRDefault="001626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  <w:p w14:paraId="45FB0818" w14:textId="77777777" w:rsidR="0078341A" w:rsidRPr="009C54AE" w:rsidRDefault="007834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5C08B1B" w14:textId="77777777" w:rsidR="0085747A" w:rsidRPr="009C54AE" w:rsidRDefault="00272B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2B59">
              <w:rPr>
                <w:rFonts w:ascii="Corbel" w:hAnsi="Corbel"/>
                <w:b w:val="0"/>
                <w:smallCaps w:val="0"/>
                <w:szCs w:val="24"/>
              </w:rPr>
              <w:t>Potrafi biegle posługiwać się terminologią używaną w</w:t>
            </w:r>
            <w:r w:rsidR="00484EBF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72B59">
              <w:rPr>
                <w:rFonts w:ascii="Corbel" w:hAnsi="Corbel"/>
                <w:b w:val="0"/>
                <w:smallCaps w:val="0"/>
                <w:szCs w:val="24"/>
              </w:rPr>
              <w:t>pracy socjalnej, pozwalającą na prawidłowe identyfikowanie procesów i zjawisk z zakresu problematyki pracy socjalnej.</w:t>
            </w:r>
          </w:p>
        </w:tc>
        <w:tc>
          <w:tcPr>
            <w:tcW w:w="1873" w:type="dxa"/>
          </w:tcPr>
          <w:p w14:paraId="40736E3C" w14:textId="77777777" w:rsidR="0085747A" w:rsidRDefault="003F2B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2BA7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</w:p>
          <w:p w14:paraId="049F31CB" w14:textId="77777777" w:rsidR="0078341A" w:rsidRPr="009C54AE" w:rsidRDefault="007834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145DEF96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396591F" w14:textId="77777777" w:rsidR="0085747A" w:rsidRPr="009C54AE" w:rsidRDefault="00C364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identyfikować </w:t>
            </w:r>
            <w:r w:rsidRPr="00C36439">
              <w:rPr>
                <w:rFonts w:ascii="Corbel" w:hAnsi="Corbel"/>
                <w:b w:val="0"/>
                <w:smallCaps w:val="0"/>
                <w:szCs w:val="24"/>
              </w:rPr>
              <w:t xml:space="preserve">prawidłowości i zaburzenia więzi społecznych,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zwłaszcza</w:t>
            </w:r>
            <w:r w:rsidRPr="00C36439">
              <w:rPr>
                <w:rFonts w:ascii="Corbel" w:hAnsi="Corbel"/>
                <w:b w:val="0"/>
                <w:smallCaps w:val="0"/>
                <w:szCs w:val="24"/>
              </w:rPr>
              <w:t xml:space="preserve"> ich dysfunkcje</w:t>
            </w:r>
          </w:p>
        </w:tc>
        <w:tc>
          <w:tcPr>
            <w:tcW w:w="1873" w:type="dxa"/>
          </w:tcPr>
          <w:p w14:paraId="2C5B2A44" w14:textId="77777777" w:rsidR="0085747A" w:rsidRPr="00372995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995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57FF1" w:rsidRPr="0037299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03C2BB19" w14:textId="77777777" w:rsidTr="005E6E85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F2BA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DEB9848" w14:textId="77777777" w:rsidR="0085747A" w:rsidRPr="00181605" w:rsidRDefault="00C36439" w:rsidP="00D55CE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1605">
              <w:rPr>
                <w:color w:val="000000"/>
                <w:sz w:val="24"/>
              </w:rPr>
              <w:t>Posiada</w:t>
            </w:r>
            <w:r w:rsidR="00D55CE7" w:rsidRPr="00181605">
              <w:rPr>
                <w:color w:val="000000"/>
                <w:sz w:val="24"/>
              </w:rPr>
              <w:t xml:space="preserve"> </w:t>
            </w:r>
            <w:r w:rsidRPr="00181605">
              <w:rPr>
                <w:color w:val="000000"/>
                <w:sz w:val="24"/>
              </w:rPr>
              <w:t>wiedzę teoretyczną o procesach zachodzących w</w:t>
            </w:r>
            <w:r w:rsidR="00484EBF" w:rsidRPr="00181605">
              <w:rPr>
                <w:color w:val="000000"/>
                <w:sz w:val="24"/>
              </w:rPr>
              <w:t> </w:t>
            </w:r>
            <w:r w:rsidRPr="00181605">
              <w:rPr>
                <w:color w:val="000000"/>
                <w:sz w:val="24"/>
              </w:rPr>
              <w:t>społeczeństwie</w:t>
            </w:r>
            <w:r w:rsidR="00D55CE7" w:rsidRPr="00181605">
              <w:rPr>
                <w:color w:val="000000"/>
                <w:sz w:val="24"/>
              </w:rPr>
              <w:t xml:space="preserve"> i potrafi diagnozować zjawiska społeczne związane z tymi procesami oraz </w:t>
            </w:r>
            <w:r w:rsidR="00BE23C2" w:rsidRPr="00181605">
              <w:rPr>
                <w:color w:val="000000"/>
                <w:sz w:val="24"/>
              </w:rPr>
              <w:t>wie,</w:t>
            </w:r>
            <w:r w:rsidR="00D55CE7" w:rsidRPr="00181605">
              <w:rPr>
                <w:color w:val="000000"/>
                <w:sz w:val="24"/>
              </w:rPr>
              <w:t xml:space="preserve"> jak wykorzystać tę wiedzę </w:t>
            </w:r>
            <w:r w:rsidRPr="00181605">
              <w:rPr>
                <w:color w:val="000000"/>
                <w:sz w:val="24"/>
              </w:rPr>
              <w:t>do opisu kwestii związanych z pracą socjalną</w:t>
            </w:r>
            <w:r w:rsidR="00D55CE7" w:rsidRPr="00181605">
              <w:rPr>
                <w:color w:val="000000"/>
                <w:sz w:val="24"/>
              </w:rPr>
              <w:t>,</w:t>
            </w:r>
            <w:r w:rsidRPr="00181605">
              <w:rPr>
                <w:color w:val="000000"/>
                <w:sz w:val="24"/>
              </w:rPr>
              <w:t xml:space="preserve"> do </w:t>
            </w:r>
            <w:r w:rsidR="00D55CE7" w:rsidRPr="00181605">
              <w:rPr>
                <w:color w:val="000000"/>
                <w:sz w:val="24"/>
              </w:rPr>
              <w:t>projektowania działań doskonalących działalność w zakresie</w:t>
            </w:r>
            <w:r w:rsidRPr="00181605">
              <w:rPr>
                <w:color w:val="000000"/>
                <w:sz w:val="24"/>
              </w:rPr>
              <w:t xml:space="preserve"> pracy socjalnej</w:t>
            </w:r>
          </w:p>
        </w:tc>
        <w:tc>
          <w:tcPr>
            <w:tcW w:w="1873" w:type="dxa"/>
          </w:tcPr>
          <w:p w14:paraId="5E6EAEE4" w14:textId="77777777" w:rsidR="0085747A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135C1" w:rsidRPr="009C54AE" w14:paraId="4C9B19ED" w14:textId="77777777" w:rsidTr="005E6E85">
        <w:tc>
          <w:tcPr>
            <w:tcW w:w="1701" w:type="dxa"/>
          </w:tcPr>
          <w:p w14:paraId="78C3198C" w14:textId="77777777"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FD0570" w14:textId="77777777" w:rsidR="009135C1" w:rsidRPr="00181605" w:rsidRDefault="00D55CE7" w:rsidP="00BE23C2">
            <w:pPr>
              <w:spacing w:after="0" w:line="240" w:lineRule="auto"/>
              <w:rPr>
                <w:color w:val="000000"/>
                <w:sz w:val="24"/>
              </w:rPr>
            </w:pPr>
            <w:r w:rsidRPr="00181605">
              <w:rPr>
                <w:color w:val="000000"/>
                <w:sz w:val="24"/>
              </w:rPr>
              <w:t>Potrafi samodzielnie analizować zachodzące procesy i</w:t>
            </w:r>
            <w:r w:rsidR="00181605">
              <w:rPr>
                <w:color w:val="000000"/>
                <w:sz w:val="24"/>
              </w:rPr>
              <w:t> </w:t>
            </w:r>
            <w:r w:rsidRPr="00181605">
              <w:rPr>
                <w:color w:val="000000"/>
                <w:sz w:val="24"/>
              </w:rPr>
              <w:t>zjawiska społeczne, prognozować występowanie zagrożeń ubóstwem i</w:t>
            </w:r>
            <w:r w:rsidR="00484EBF" w:rsidRPr="00181605">
              <w:rPr>
                <w:color w:val="000000"/>
                <w:sz w:val="24"/>
              </w:rPr>
              <w:t> </w:t>
            </w:r>
            <w:r w:rsidRPr="00181605">
              <w:rPr>
                <w:color w:val="000000"/>
                <w:sz w:val="24"/>
              </w:rPr>
              <w:t xml:space="preserve">wykluczeniem społecznym stosując standardowe </w:t>
            </w:r>
            <w:r w:rsidR="00BE23C2" w:rsidRPr="00181605">
              <w:rPr>
                <w:color w:val="000000"/>
                <w:sz w:val="24"/>
              </w:rPr>
              <w:t>metody stosowane w pracy socjalnej</w:t>
            </w:r>
          </w:p>
        </w:tc>
        <w:tc>
          <w:tcPr>
            <w:tcW w:w="1873" w:type="dxa"/>
          </w:tcPr>
          <w:p w14:paraId="2A4E307F" w14:textId="77777777"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135C1" w:rsidRPr="009C54AE" w14:paraId="5F5E2D21" w14:textId="77777777" w:rsidTr="005E6E85">
        <w:tc>
          <w:tcPr>
            <w:tcW w:w="1701" w:type="dxa"/>
          </w:tcPr>
          <w:p w14:paraId="74357262" w14:textId="77777777"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391D41F" w14:textId="77777777" w:rsidR="009135C1" w:rsidRPr="00181605" w:rsidRDefault="00BE23C2" w:rsidP="00BE23C2">
            <w:pPr>
              <w:spacing w:after="0" w:line="240" w:lineRule="auto"/>
              <w:rPr>
                <w:color w:val="000000"/>
                <w:sz w:val="24"/>
              </w:rPr>
            </w:pPr>
            <w:r w:rsidRPr="00181605">
              <w:rPr>
                <w:color w:val="000000"/>
                <w:sz w:val="24"/>
              </w:rPr>
              <w:t>Posiada umiejętności nawiązywania relacji i współpracy z</w:t>
            </w:r>
            <w:r w:rsidR="00484EBF" w:rsidRPr="00181605">
              <w:rPr>
                <w:color w:val="000000"/>
                <w:sz w:val="24"/>
              </w:rPr>
              <w:t> </w:t>
            </w:r>
            <w:r w:rsidRPr="00181605">
              <w:rPr>
                <w:color w:val="000000"/>
                <w:sz w:val="24"/>
              </w:rPr>
              <w:t>otoczeniem zewnętrznym na potrzeby rozwiązywania kwestii społecznych</w:t>
            </w:r>
          </w:p>
        </w:tc>
        <w:tc>
          <w:tcPr>
            <w:tcW w:w="1873" w:type="dxa"/>
          </w:tcPr>
          <w:p w14:paraId="54E3E2D9" w14:textId="77777777"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135C1" w:rsidRPr="009C54AE" w14:paraId="6DF914D5" w14:textId="77777777" w:rsidTr="005E6E85">
        <w:tc>
          <w:tcPr>
            <w:tcW w:w="1701" w:type="dxa"/>
          </w:tcPr>
          <w:p w14:paraId="139A5216" w14:textId="77777777"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6706A7E" w14:textId="77777777" w:rsidR="009135C1" w:rsidRPr="009C54AE" w:rsidRDefault="00BE23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inicjowania działań </w:t>
            </w:r>
            <w:r w:rsidR="008B0A73">
              <w:rPr>
                <w:rFonts w:ascii="Corbel" w:hAnsi="Corbel"/>
                <w:b w:val="0"/>
                <w:smallCaps w:val="0"/>
                <w:szCs w:val="24"/>
              </w:rPr>
              <w:t>związanych z</w:t>
            </w:r>
            <w:r w:rsidR="00181605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8B0A73">
              <w:rPr>
                <w:rFonts w:ascii="Corbel" w:hAnsi="Corbel"/>
                <w:b w:val="0"/>
                <w:smallCaps w:val="0"/>
                <w:szCs w:val="24"/>
              </w:rPr>
              <w:t>zaspokajaniem potrzeb socjalnych</w:t>
            </w:r>
          </w:p>
        </w:tc>
        <w:tc>
          <w:tcPr>
            <w:tcW w:w="1873" w:type="dxa"/>
          </w:tcPr>
          <w:p w14:paraId="0A428CB4" w14:textId="77777777"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410165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B9905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5D37D1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0" w:name="_Hlk11484338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1754" w:rsidRPr="009C54AE" w14:paraId="795900E5" w14:textId="77777777" w:rsidTr="005D37D1">
        <w:tc>
          <w:tcPr>
            <w:tcW w:w="9520" w:type="dxa"/>
          </w:tcPr>
          <w:p w14:paraId="60E628E7" w14:textId="77777777" w:rsidR="00731754" w:rsidRPr="00162605" w:rsidRDefault="00484EBF" w:rsidP="00162605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162605">
              <w:rPr>
                <w:rFonts w:ascii="Corbel" w:hAnsi="Corbel"/>
                <w:sz w:val="24"/>
              </w:rPr>
              <w:t>Pojęcie</w:t>
            </w:r>
            <w:r w:rsidR="005D37D1" w:rsidRPr="00162605">
              <w:rPr>
                <w:rFonts w:ascii="Corbel" w:hAnsi="Corbel"/>
                <w:sz w:val="24"/>
              </w:rPr>
              <w:t xml:space="preserve"> socjoterapii oraz jej miejsce</w:t>
            </w:r>
            <w:r w:rsidRPr="00162605">
              <w:rPr>
                <w:rFonts w:ascii="Corbel" w:hAnsi="Corbel"/>
                <w:sz w:val="24"/>
              </w:rPr>
              <w:t xml:space="preserve"> </w:t>
            </w:r>
            <w:r w:rsidR="005D37D1" w:rsidRPr="00162605">
              <w:rPr>
                <w:rFonts w:ascii="Corbel" w:hAnsi="Corbel"/>
                <w:sz w:val="24"/>
              </w:rPr>
              <w:t>i zadania</w:t>
            </w:r>
            <w:r w:rsidRPr="00162605">
              <w:rPr>
                <w:rFonts w:ascii="Corbel" w:hAnsi="Corbel"/>
                <w:sz w:val="24"/>
              </w:rPr>
              <w:t xml:space="preserve"> w obszarze działań pomocowych</w:t>
            </w:r>
          </w:p>
        </w:tc>
      </w:tr>
      <w:tr w:rsidR="005D37D1" w:rsidRPr="009C54AE" w14:paraId="0EBA273F" w14:textId="77777777" w:rsidTr="005D37D1">
        <w:tc>
          <w:tcPr>
            <w:tcW w:w="9520" w:type="dxa"/>
          </w:tcPr>
          <w:p w14:paraId="183C6AB8" w14:textId="77777777" w:rsidR="005D37D1" w:rsidRPr="00162605" w:rsidRDefault="005D37D1" w:rsidP="00162605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62605">
              <w:rPr>
                <w:rFonts w:ascii="Corbel" w:hAnsi="Corbel"/>
                <w:sz w:val="24"/>
              </w:rPr>
              <w:t>Struktura zajęć socjoterapeutycznych</w:t>
            </w:r>
          </w:p>
        </w:tc>
      </w:tr>
      <w:tr w:rsidR="005D37D1" w:rsidRPr="009C54AE" w14:paraId="7B571D28" w14:textId="77777777" w:rsidTr="005D37D1">
        <w:tc>
          <w:tcPr>
            <w:tcW w:w="9520" w:type="dxa"/>
          </w:tcPr>
          <w:p w14:paraId="65280808" w14:textId="77777777" w:rsidR="005D37D1" w:rsidRPr="00162605" w:rsidRDefault="005D37D1" w:rsidP="00162605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62605">
              <w:rPr>
                <w:rFonts w:ascii="Corbel" w:hAnsi="Corbel"/>
                <w:sz w:val="24"/>
              </w:rPr>
              <w:t>Kryteria doboru oddziaływań profilaktycznych w socjoterapii</w:t>
            </w:r>
          </w:p>
        </w:tc>
      </w:tr>
      <w:tr w:rsidR="003F23E8" w:rsidRPr="009C54AE" w14:paraId="0679A3AE" w14:textId="77777777" w:rsidTr="005D37D1">
        <w:tc>
          <w:tcPr>
            <w:tcW w:w="9520" w:type="dxa"/>
          </w:tcPr>
          <w:p w14:paraId="18E06551" w14:textId="77777777" w:rsidR="003F23E8" w:rsidRPr="00162605" w:rsidRDefault="005D37D1" w:rsidP="00162605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162605">
              <w:rPr>
                <w:rFonts w:ascii="Corbel" w:hAnsi="Corbel"/>
                <w:sz w:val="24"/>
              </w:rPr>
              <w:t xml:space="preserve">Techniki socjoterapeutyczne   </w:t>
            </w:r>
          </w:p>
        </w:tc>
      </w:tr>
      <w:tr w:rsidR="005D37D1" w:rsidRPr="009C54AE" w14:paraId="1F7DC270" w14:textId="77777777" w:rsidTr="005D37D1">
        <w:tc>
          <w:tcPr>
            <w:tcW w:w="9520" w:type="dxa"/>
          </w:tcPr>
          <w:p w14:paraId="6CC6F8BD" w14:textId="77777777" w:rsidR="005D37D1" w:rsidRPr="00162605" w:rsidRDefault="005D37D1" w:rsidP="00162605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62605">
              <w:rPr>
                <w:rFonts w:ascii="Corbel" w:hAnsi="Corbel"/>
                <w:sz w:val="24"/>
              </w:rPr>
              <w:t xml:space="preserve">Charakterystyka </w:t>
            </w:r>
            <w:proofErr w:type="spellStart"/>
            <w:r w:rsidRPr="00162605">
              <w:rPr>
                <w:rFonts w:ascii="Corbel" w:hAnsi="Corbel"/>
                <w:sz w:val="24"/>
              </w:rPr>
              <w:t>socjoterapeuty</w:t>
            </w:r>
            <w:proofErr w:type="spellEnd"/>
          </w:p>
        </w:tc>
      </w:tr>
      <w:tr w:rsidR="0085747A" w:rsidRPr="009C54AE" w14:paraId="182B887D" w14:textId="77777777" w:rsidTr="005D37D1">
        <w:tc>
          <w:tcPr>
            <w:tcW w:w="9520" w:type="dxa"/>
          </w:tcPr>
          <w:p w14:paraId="42E4B909" w14:textId="77777777" w:rsidR="0085747A" w:rsidRPr="00162605" w:rsidRDefault="00484EBF" w:rsidP="00162605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162605">
              <w:rPr>
                <w:rFonts w:ascii="Corbel" w:hAnsi="Corbel"/>
                <w:sz w:val="24"/>
              </w:rPr>
              <w:t>Socjoterapeutyczne oddziaływania grupowe</w:t>
            </w:r>
          </w:p>
        </w:tc>
      </w:tr>
      <w:tr w:rsidR="005D37D1" w:rsidRPr="009C54AE" w14:paraId="120E8323" w14:textId="77777777" w:rsidTr="005D37D1">
        <w:tc>
          <w:tcPr>
            <w:tcW w:w="9520" w:type="dxa"/>
          </w:tcPr>
          <w:p w14:paraId="6F900D91" w14:textId="77777777" w:rsidR="005D37D1" w:rsidRPr="00162605" w:rsidRDefault="005D37D1" w:rsidP="00162605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62605">
              <w:rPr>
                <w:rFonts w:ascii="Corbel" w:hAnsi="Corbel"/>
                <w:sz w:val="24"/>
              </w:rPr>
              <w:t>Etapy postępowania diagnostycznego</w:t>
            </w:r>
          </w:p>
        </w:tc>
      </w:tr>
      <w:tr w:rsidR="00373BCC" w:rsidRPr="009C54AE" w14:paraId="58064CC2" w14:textId="77777777" w:rsidTr="005D37D1">
        <w:tc>
          <w:tcPr>
            <w:tcW w:w="9520" w:type="dxa"/>
          </w:tcPr>
          <w:p w14:paraId="7D3BB518" w14:textId="77777777" w:rsidR="00373BCC" w:rsidRPr="00162605" w:rsidRDefault="00484EBF" w:rsidP="00162605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162605">
              <w:rPr>
                <w:rFonts w:ascii="Corbel" w:hAnsi="Corbel"/>
                <w:sz w:val="24"/>
              </w:rPr>
              <w:t>Etapy rozwoju grupy</w:t>
            </w:r>
          </w:p>
        </w:tc>
      </w:tr>
      <w:tr w:rsidR="008D6463" w:rsidRPr="009C54AE" w14:paraId="2AEA392B" w14:textId="77777777" w:rsidTr="005D37D1">
        <w:tc>
          <w:tcPr>
            <w:tcW w:w="9520" w:type="dxa"/>
          </w:tcPr>
          <w:p w14:paraId="794E0164" w14:textId="77777777" w:rsidR="008D6463" w:rsidRPr="00162605" w:rsidRDefault="00484EBF" w:rsidP="00162605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162605">
              <w:rPr>
                <w:rFonts w:ascii="Corbel" w:hAnsi="Corbel"/>
                <w:sz w:val="24"/>
              </w:rPr>
              <w:t>Zasady decydujące o efektywności zajęć</w:t>
            </w:r>
          </w:p>
        </w:tc>
      </w:tr>
      <w:tr w:rsidR="00226276" w:rsidRPr="009C54AE" w14:paraId="0547EC68" w14:textId="77777777" w:rsidTr="005D37D1">
        <w:tc>
          <w:tcPr>
            <w:tcW w:w="9520" w:type="dxa"/>
          </w:tcPr>
          <w:p w14:paraId="4FFD229B" w14:textId="77777777" w:rsidR="00226276" w:rsidRPr="00162605" w:rsidRDefault="00484EBF" w:rsidP="00162605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162605">
              <w:rPr>
                <w:rFonts w:ascii="Corbel" w:hAnsi="Corbel"/>
                <w:sz w:val="24"/>
              </w:rPr>
              <w:t>Prezentacja i omówienie przygotowanych scenariuszy zajęć socjoterapeutycznych</w:t>
            </w:r>
          </w:p>
        </w:tc>
      </w:tr>
      <w:bookmarkEnd w:id="0"/>
    </w:tbl>
    <w:p w14:paraId="1299C43A" w14:textId="77777777" w:rsidR="00484EBF" w:rsidRDefault="00484EBF" w:rsidP="007317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4459F9C" w14:textId="77777777" w:rsidR="0085747A" w:rsidRPr="009C54AE" w:rsidRDefault="004708B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708B0">
        <w:rPr>
          <w:rFonts w:ascii="Corbel" w:hAnsi="Corbel"/>
          <w:b w:val="0"/>
          <w:smallCaps w:val="0"/>
          <w:szCs w:val="24"/>
        </w:rPr>
        <w:t>Ćwiczenia: analiza tekstów z dyskusją, praca w grupach (rozwiązywanie zadań, dyskusja)</w:t>
      </w:r>
    </w:p>
    <w:p w14:paraId="4DDBEF0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181605" w:rsidRDefault="0085747A" w:rsidP="001816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3CD72C34" w14:textId="77777777" w:rsidTr="004D1DE7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DE7" w:rsidRPr="009C54AE" w14:paraId="0E1EB65F" w14:textId="77777777" w:rsidTr="004D1DE7">
        <w:tc>
          <w:tcPr>
            <w:tcW w:w="1962" w:type="dxa"/>
          </w:tcPr>
          <w:p w14:paraId="57B5F2DA" w14:textId="77777777" w:rsidR="004D1DE7" w:rsidRPr="009C54AE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8" w:type="dxa"/>
          </w:tcPr>
          <w:p w14:paraId="55FEDE32" w14:textId="77777777" w:rsidR="004D1DE7" w:rsidRPr="006C72D2" w:rsidRDefault="006C72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="004D1DE7" w:rsidRPr="006C72D2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20" w:type="dxa"/>
            <w:vMerge w:val="restart"/>
            <w:vAlign w:val="center"/>
          </w:tcPr>
          <w:p w14:paraId="492FF9E3" w14:textId="77777777" w:rsidR="004D1DE7" w:rsidRPr="006C72D2" w:rsidRDefault="006C72D2" w:rsidP="006C72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4D1DE7" w:rsidRPr="006C72D2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D1DE7" w:rsidRPr="009C54AE" w14:paraId="1B02352D" w14:textId="77777777" w:rsidTr="004D1DE7">
        <w:tc>
          <w:tcPr>
            <w:tcW w:w="1962" w:type="dxa"/>
          </w:tcPr>
          <w:p w14:paraId="727CF0E4" w14:textId="77777777" w:rsidR="004D1DE7" w:rsidRPr="009C54AE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733320AB" w14:textId="77777777" w:rsidR="004D1DE7" w:rsidRPr="006C72D2" w:rsidRDefault="006C72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="004D1DE7" w:rsidRPr="006C72D2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20" w:type="dxa"/>
            <w:vMerge/>
          </w:tcPr>
          <w:p w14:paraId="3CF2D8B6" w14:textId="77777777" w:rsidR="004D1DE7" w:rsidRPr="009C54AE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C168A9" w:rsidRPr="009C54AE" w14:paraId="0685AEA8" w14:textId="77777777" w:rsidTr="00C168A9">
        <w:tc>
          <w:tcPr>
            <w:tcW w:w="1962" w:type="dxa"/>
          </w:tcPr>
          <w:p w14:paraId="3D1CB954" w14:textId="77777777" w:rsidR="00C168A9" w:rsidRPr="009C54AE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  <w:vMerge w:val="restart"/>
            <w:vAlign w:val="center"/>
          </w:tcPr>
          <w:p w14:paraId="548F6CF0" w14:textId="77777777" w:rsidR="00C168A9" w:rsidRPr="006C72D2" w:rsidRDefault="006C72D2" w:rsidP="006C72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</w:t>
            </w:r>
            <w:r w:rsidR="00C168A9" w:rsidRPr="006C72D2">
              <w:rPr>
                <w:rFonts w:ascii="Corbel" w:hAnsi="Corbel"/>
                <w:b w:val="0"/>
                <w:szCs w:val="24"/>
              </w:rPr>
              <w:t>rzygotowanie projektu zajęć socjoterapeutycznych</w:t>
            </w:r>
          </w:p>
        </w:tc>
        <w:tc>
          <w:tcPr>
            <w:tcW w:w="2120" w:type="dxa"/>
            <w:vMerge/>
          </w:tcPr>
          <w:p w14:paraId="0FB78278" w14:textId="77777777" w:rsidR="00C168A9" w:rsidRPr="00744D27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168A9" w:rsidRPr="009C54AE" w14:paraId="61ADB445" w14:textId="77777777" w:rsidTr="004D1DE7">
        <w:tc>
          <w:tcPr>
            <w:tcW w:w="1962" w:type="dxa"/>
          </w:tcPr>
          <w:p w14:paraId="7790048C" w14:textId="77777777" w:rsidR="00C168A9" w:rsidRPr="009C54AE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vMerge/>
          </w:tcPr>
          <w:p w14:paraId="1FC39945" w14:textId="77777777" w:rsidR="00C168A9" w:rsidRPr="00744D27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  <w:vMerge/>
          </w:tcPr>
          <w:p w14:paraId="0562CB0E" w14:textId="77777777" w:rsidR="00C168A9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168A9" w:rsidRPr="009C54AE" w14:paraId="0C20417D" w14:textId="77777777" w:rsidTr="004D1DE7">
        <w:tc>
          <w:tcPr>
            <w:tcW w:w="1962" w:type="dxa"/>
          </w:tcPr>
          <w:p w14:paraId="6F8CEE42" w14:textId="77777777" w:rsidR="00C168A9" w:rsidRPr="009C54AE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  <w:vMerge/>
          </w:tcPr>
          <w:p w14:paraId="34CE0A41" w14:textId="77777777" w:rsidR="00C168A9" w:rsidRPr="00744D27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  <w:vMerge/>
          </w:tcPr>
          <w:p w14:paraId="62EBF3C5" w14:textId="77777777" w:rsidR="00C168A9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168A9" w:rsidRPr="009C54AE" w14:paraId="09A6D4E1" w14:textId="77777777" w:rsidTr="004D1DE7">
        <w:tc>
          <w:tcPr>
            <w:tcW w:w="1962" w:type="dxa"/>
          </w:tcPr>
          <w:p w14:paraId="1AF11D96" w14:textId="77777777" w:rsidR="00C168A9" w:rsidRPr="009C54AE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  <w:vMerge/>
          </w:tcPr>
          <w:p w14:paraId="6D98A12B" w14:textId="77777777" w:rsidR="00C168A9" w:rsidRPr="00744D27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  <w:vMerge/>
          </w:tcPr>
          <w:p w14:paraId="2946DB82" w14:textId="77777777" w:rsidR="00C168A9" w:rsidRDefault="00C1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97CC1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EC676" w14:textId="77777777" w:rsidR="0085747A" w:rsidRPr="009C54AE" w:rsidRDefault="0085747A" w:rsidP="004D1DE7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4D361B7" w14:textId="77777777" w:rsidTr="00923D7D">
        <w:tc>
          <w:tcPr>
            <w:tcW w:w="9670" w:type="dxa"/>
          </w:tcPr>
          <w:p w14:paraId="75B3158B" w14:textId="77777777" w:rsidR="00257FF1" w:rsidRDefault="00257FF1" w:rsidP="00257F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14:paraId="313820F7" w14:textId="77777777" w:rsidR="00257FF1" w:rsidRPr="0085026A" w:rsidRDefault="00257FF1" w:rsidP="00257FF1">
            <w:pPr>
              <w:pStyle w:val="Punktygwne"/>
              <w:numPr>
                <w:ilvl w:val="0"/>
                <w:numId w:val="10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Bdb.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Przygotowanie scenariusza zajęć socjoterapeutycznych zgodnie z zadaną tematyką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uzasadnienie wyboru proponowanych oddziaływań.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CFDC793" w14:textId="77777777" w:rsidR="00257FF1" w:rsidRDefault="00257FF1" w:rsidP="00257FF1">
            <w:pPr>
              <w:pStyle w:val="Punktygwne"/>
              <w:numPr>
                <w:ilvl w:val="0"/>
                <w:numId w:val="10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Db. (4):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Przygotowanie scenariusza zajęć socjoterapeutycznych zgodnie z zadaną tematyką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bez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uzasadnienia wyboru proponowanych oddziaływań.</w:t>
            </w:r>
          </w:p>
          <w:p w14:paraId="248CD747" w14:textId="77777777" w:rsidR="00257FF1" w:rsidRPr="0085026A" w:rsidRDefault="00257FF1" w:rsidP="00257FF1">
            <w:pPr>
              <w:pStyle w:val="Punktygwne"/>
              <w:numPr>
                <w:ilvl w:val="0"/>
                <w:numId w:val="10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C46FA"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proofErr w:type="spellEnd"/>
            <w:r w:rsidRPr="00FC46FA">
              <w:rPr>
                <w:rFonts w:ascii="Corbel" w:hAnsi="Corbel"/>
                <w:b w:val="0"/>
                <w:smallCaps w:val="0"/>
                <w:szCs w:val="24"/>
              </w:rPr>
              <w:t xml:space="preserve">. (3): Przygotowanie scenariusza zajęć socjoterapeutycznych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częściowo spełniającego wymagane kryteria.</w:t>
            </w:r>
          </w:p>
          <w:p w14:paraId="5A902301" w14:textId="77777777" w:rsidR="00257FF1" w:rsidRDefault="00257FF1" w:rsidP="00257FF1">
            <w:pPr>
              <w:pStyle w:val="Punktygwne"/>
              <w:numPr>
                <w:ilvl w:val="0"/>
                <w:numId w:val="10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C46FA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FC46FA">
              <w:rPr>
                <w:rFonts w:ascii="Corbel" w:hAnsi="Corbel"/>
                <w:b w:val="0"/>
                <w:smallCaps w:val="0"/>
                <w:szCs w:val="24"/>
              </w:rPr>
              <w:t xml:space="preserve">. (2): Brak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scenariusza zajęć</w:t>
            </w:r>
            <w:r w:rsidR="002607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B699379" w14:textId="77777777" w:rsidR="00257FF1" w:rsidRDefault="00257FF1" w:rsidP="00257F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1B60EB" w14:textId="77777777" w:rsidR="0085747A" w:rsidRPr="009C54AE" w:rsidRDefault="00257FF1" w:rsidP="00257F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14:paraId="3FE9F23F" w14:textId="77777777" w:rsidR="00C168A9" w:rsidRDefault="00C168A9" w:rsidP="0018160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F72F646" w14:textId="77777777" w:rsidR="00C168A9" w:rsidRDefault="00C168A9" w:rsidP="0018160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6E4A8D" w:rsidP="0018160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00373BCC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DA3216" w14:textId="77777777" w:rsidR="0085747A" w:rsidRPr="009C54AE" w:rsidRDefault="00272B59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D8EB871" w14:textId="77777777" w:rsidTr="00373BCC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7144751B" w14:textId="77777777" w:rsidR="00C61DC5" w:rsidRPr="009C54AE" w:rsidRDefault="00373BCC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00373BCC">
        <w:tc>
          <w:tcPr>
            <w:tcW w:w="4962" w:type="dxa"/>
          </w:tcPr>
          <w:p w14:paraId="2DF1B5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20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26D80A2" w14:textId="77777777" w:rsidR="00C61DC5" w:rsidRPr="009C54AE" w:rsidRDefault="00424BC2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D6280AD" w14:textId="77777777" w:rsidTr="003200C6">
        <w:trPr>
          <w:trHeight w:val="370"/>
        </w:trPr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8861898" w14:textId="77777777" w:rsidR="0085747A" w:rsidRPr="009C54AE" w:rsidRDefault="00424BC2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3200C6">
        <w:trPr>
          <w:trHeight w:val="349"/>
        </w:trPr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9C54AE" w:rsidRDefault="004D1DE7" w:rsidP="00320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CDCE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BB9E2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E4A8D" w:rsidRPr="009C54AE" w14:paraId="0E8E8FC4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6E4A8D" w:rsidRPr="009C54AE" w:rsidRDefault="006E4A8D" w:rsidP="006E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A2FE90" w14:textId="77777777" w:rsidR="006E4A8D" w:rsidRPr="006E4A8D" w:rsidRDefault="006E4A8D" w:rsidP="006E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4A8D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6E4A8D" w:rsidRPr="009C54AE" w14:paraId="605F859D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6E4A8D" w:rsidRPr="009C54AE" w:rsidRDefault="006E4A8D" w:rsidP="006E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7524492" w14:textId="77777777" w:rsidR="006E4A8D" w:rsidRPr="006E4A8D" w:rsidRDefault="006E4A8D" w:rsidP="006E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A8D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</w:tbl>
    <w:p w14:paraId="23DE523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02B127B" w14:textId="77777777" w:rsidTr="00DF0E85">
        <w:trPr>
          <w:trHeight w:val="397"/>
        </w:trPr>
        <w:tc>
          <w:tcPr>
            <w:tcW w:w="9639" w:type="dxa"/>
          </w:tcPr>
          <w:p w14:paraId="729C9695" w14:textId="77777777" w:rsidR="0085747A" w:rsidRPr="004A08A9" w:rsidRDefault="0085747A" w:rsidP="004A08A9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 w:rsidRPr="004A08A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BA7AE5" w14:textId="77777777" w:rsidR="00257FF1" w:rsidRPr="004A08A9" w:rsidRDefault="00257FF1" w:rsidP="004A08A9">
            <w:pPr>
              <w:pStyle w:val="Punktygwne"/>
              <w:spacing w:before="60"/>
              <w:ind w:left="604" w:hanging="60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proofErr w:type="spellEnd"/>
            <w:r w:rsidR="00F56A46" w:rsidRPr="004A08A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E. red.</w:t>
            </w:r>
            <w:r w:rsidR="00F56A46"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(2017). </w:t>
            </w:r>
            <w:r w:rsidRPr="004A08A9">
              <w:rPr>
                <w:rFonts w:ascii="Corbel" w:hAnsi="Corbel"/>
                <w:b w:val="0"/>
                <w:i/>
                <w:smallCaps w:val="0"/>
                <w:szCs w:val="24"/>
              </w:rPr>
              <w:t>Diagnoza w socjoterapii</w:t>
            </w:r>
            <w:r w:rsidR="00F56A46" w:rsidRPr="004A08A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56A46"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SA</w:t>
            </w:r>
            <w:r w:rsidR="00F56A46" w:rsidRPr="004A08A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2CAB29D" w14:textId="77777777" w:rsidR="00162284" w:rsidRPr="004A08A9" w:rsidRDefault="00257FF1" w:rsidP="004A08A9">
            <w:pPr>
              <w:pStyle w:val="Punktygwne"/>
              <w:spacing w:before="60"/>
              <w:ind w:left="604" w:hanging="604"/>
              <w:rPr>
                <w:rFonts w:ascii="Corbel" w:hAnsi="Corbel"/>
                <w:b w:val="0"/>
                <w:smallCaps w:val="0"/>
                <w:szCs w:val="24"/>
              </w:rPr>
            </w:pPr>
            <w:r w:rsidRPr="004A08A9">
              <w:rPr>
                <w:rFonts w:ascii="Corbel" w:hAnsi="Corbel"/>
                <w:b w:val="0"/>
                <w:smallCaps w:val="0"/>
                <w:szCs w:val="24"/>
              </w:rPr>
              <w:t>Jagieła</w:t>
            </w:r>
            <w:r w:rsidR="00F56A46" w:rsidRPr="004A08A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="00F56A46"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(2007).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A08A9">
              <w:rPr>
                <w:rFonts w:ascii="Corbel" w:hAnsi="Corbel"/>
                <w:b w:val="0"/>
                <w:i/>
                <w:smallCaps w:val="0"/>
                <w:szCs w:val="24"/>
              </w:rPr>
              <w:t>Socjoterapia w szkole</w:t>
            </w:r>
            <w:r w:rsidR="00F56A46" w:rsidRPr="004A08A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="00F56A46" w:rsidRPr="004A08A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Kraków: 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>Rubikon</w:t>
            </w:r>
            <w:r w:rsidR="00F56A46"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Dostępna online: </w:t>
            </w:r>
            <w:hyperlink r:id="rId11" w:history="1">
              <w:r w:rsidRPr="004A08A9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https://www.academia.edu/11718210/Socjoterapia_w_szkole</w:t>
              </w:r>
            </w:hyperlink>
          </w:p>
        </w:tc>
      </w:tr>
      <w:tr w:rsidR="0085747A" w:rsidRPr="009C54AE" w14:paraId="0D180B6E" w14:textId="77777777" w:rsidTr="00DF0E85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BB1182" w14:textId="77777777" w:rsidR="00F36FAB" w:rsidRPr="004A08A9" w:rsidRDefault="00F56A46" w:rsidP="00F36FAB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proofErr w:type="spellEnd"/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, E. red. (2017). </w:t>
            </w:r>
            <w:r w:rsidR="00257FF1" w:rsidRPr="004A08A9">
              <w:rPr>
                <w:rFonts w:ascii="Corbel" w:hAnsi="Corbel"/>
                <w:b w:val="0"/>
                <w:i/>
                <w:smallCaps w:val="0"/>
                <w:szCs w:val="24"/>
              </w:rPr>
              <w:t>Socjoterapia w pracy z dziećmi i młodzieżą. Programy zajęć. Część 3</w:t>
            </w:r>
            <w:r w:rsidR="006C72D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4A08A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Warszawa: </w:t>
            </w:r>
            <w:proofErr w:type="spellStart"/>
            <w:r w:rsidRPr="004A08A9">
              <w:rPr>
                <w:rFonts w:ascii="Corbel" w:hAnsi="Corbel"/>
                <w:b w:val="0"/>
                <w:iCs/>
                <w:smallCaps w:val="0"/>
                <w:szCs w:val="24"/>
              </w:rPr>
              <w:t>Difin</w:t>
            </w:r>
            <w:proofErr w:type="spellEnd"/>
            <w:r w:rsidRPr="004A08A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SA.</w:t>
            </w:r>
          </w:p>
          <w:p w14:paraId="6BBCFEEB" w14:textId="77777777" w:rsidR="005E42B9" w:rsidRPr="004A08A9" w:rsidRDefault="00F56A46" w:rsidP="00F36FAB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proofErr w:type="spellEnd"/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, E. red. (2019). </w:t>
            </w:r>
            <w:r w:rsidR="00257FF1" w:rsidRPr="004A08A9">
              <w:rPr>
                <w:rFonts w:ascii="Corbel" w:hAnsi="Corbel"/>
                <w:b w:val="0"/>
                <w:i/>
                <w:smallCaps w:val="0"/>
                <w:szCs w:val="24"/>
              </w:rPr>
              <w:t>Socjoterapia w pracy z dziećmi i młodzieżą. Programy zajęć. Część 4</w:t>
            </w:r>
            <w:r w:rsidRPr="004A08A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4A08A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Warszawa: </w:t>
            </w:r>
            <w:proofErr w:type="spellStart"/>
            <w:r w:rsidR="00257FF1" w:rsidRPr="004A08A9">
              <w:rPr>
                <w:rFonts w:ascii="Corbel" w:hAnsi="Corbel"/>
                <w:b w:val="0"/>
                <w:iCs/>
                <w:smallCaps w:val="0"/>
                <w:szCs w:val="24"/>
              </w:rPr>
              <w:t>Difin</w:t>
            </w:r>
            <w:proofErr w:type="spellEnd"/>
            <w:r w:rsidR="00257FF1" w:rsidRPr="004A08A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SA</w:t>
            </w:r>
            <w:r w:rsidRPr="004A08A9">
              <w:rPr>
                <w:rFonts w:ascii="Corbel" w:hAnsi="Corbel"/>
                <w:b w:val="0"/>
                <w:iCs/>
                <w:smallCaps w:val="0"/>
                <w:szCs w:val="24"/>
              </w:rPr>
              <w:t>.</w:t>
            </w:r>
          </w:p>
          <w:p w14:paraId="6BEA4ADB" w14:textId="77777777" w:rsidR="004A08A9" w:rsidRDefault="005E42B9" w:rsidP="005E42B9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</w:rPr>
              <w:t>Mahdavi</w:t>
            </w:r>
            <w:proofErr w:type="spellEnd"/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, J., </w:t>
            </w: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</w:rPr>
              <w:t>Smith</w:t>
            </w:r>
            <w:proofErr w:type="spellEnd"/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, P.K. (2007). </w:t>
            </w:r>
            <w:r w:rsidRPr="004A08A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Individual risk factors or group dynamics? An investigation of the scapegoat hypothesis of victimization in school classes.</w:t>
            </w:r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“European Journal of Developmental Psychology” 4, 353–371. </w:t>
            </w: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Dostępny</w:t>
            </w:r>
            <w:proofErr w:type="spellEnd"/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online: </w:t>
            </w:r>
          </w:p>
          <w:p w14:paraId="05D8ECE6" w14:textId="77777777" w:rsidR="00257FF1" w:rsidRPr="004A08A9" w:rsidRDefault="00EE33C0" w:rsidP="004A08A9">
            <w:pPr>
              <w:pStyle w:val="Punktygwne"/>
              <w:spacing w:before="0" w:after="0"/>
              <w:ind w:left="604" w:firstLine="31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>
              <w:fldChar w:fldCharType="begin"/>
            </w:r>
            <w:r w:rsidRPr="00372995">
              <w:rPr>
                <w:lang w:val="en-US"/>
              </w:rPr>
              <w:instrText xml:space="preserve"> HYPERLINK "https://www.tandfonline.com/doi/full/10.1080/17405620701512196" </w:instrText>
            </w:r>
            <w:r>
              <w:fldChar w:fldCharType="separate"/>
            </w:r>
            <w:r w:rsidR="004A08A9" w:rsidRPr="00487982">
              <w:rPr>
                <w:rStyle w:val="Hipercze"/>
                <w:rFonts w:ascii="Corbel" w:hAnsi="Corbel"/>
                <w:b w:val="0"/>
                <w:smallCaps w:val="0"/>
                <w:szCs w:val="24"/>
                <w:lang w:val="en-US"/>
              </w:rPr>
              <w:t>https://www.tandfonline.com/doi/full/10.1080/17405620701512196</w:t>
            </w:r>
            <w:r>
              <w:rPr>
                <w:rStyle w:val="Hipercze"/>
                <w:rFonts w:ascii="Corbel" w:hAnsi="Corbel"/>
                <w:b w:val="0"/>
                <w:smallCaps w:val="0"/>
                <w:szCs w:val="24"/>
                <w:lang w:val="en-US"/>
              </w:rPr>
              <w:fldChar w:fldCharType="end"/>
            </w:r>
            <w:r w:rsidR="00257FF1"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  <w:p w14:paraId="0212C27E" w14:textId="77777777" w:rsidR="00257FF1" w:rsidRPr="004A08A9" w:rsidRDefault="00257FF1" w:rsidP="00257FF1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4A08A9">
              <w:rPr>
                <w:rFonts w:ascii="Corbel" w:hAnsi="Corbel"/>
                <w:b w:val="0"/>
                <w:smallCaps w:val="0"/>
                <w:szCs w:val="24"/>
              </w:rPr>
              <w:t>Motyka</w:t>
            </w:r>
            <w:r w:rsidR="00F56A46" w:rsidRPr="004A08A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M.A.</w:t>
            </w:r>
            <w:r w:rsidR="00F56A46"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et al. (2017). </w:t>
            </w:r>
            <w:r w:rsidRPr="004A08A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potrzebie edukacji w zakresie zagrożeń wynikających z użycia nowych narkotyków. Część 2. Jak mówić do dzieci i młodzieży, ażeby nas słuchały?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„Hygeia Public Health” 3(52), 310-319. </w:t>
            </w: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Dostępny</w:t>
            </w:r>
            <w:proofErr w:type="spellEnd"/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online: </w:t>
            </w:r>
            <w:hyperlink r:id="rId12" w:history="1">
              <w:r w:rsidRPr="004A08A9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http://www.h-ph.pl/pdf/hyg-2017/hyg-2017-3-310.pdf</w:t>
              </w:r>
            </w:hyperlink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  <w:p w14:paraId="2068DBB6" w14:textId="77777777" w:rsidR="000640B8" w:rsidRPr="00F80403" w:rsidRDefault="00257FF1" w:rsidP="00257FF1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0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Sikorski</w:t>
            </w:r>
            <w:r w:rsidR="00F56A46" w:rsidRPr="004A0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A0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</w:t>
            </w:r>
            <w:r w:rsidR="00F56A46" w:rsidRPr="004A0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4A0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A08A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Socjoterapia w praktyce psychopedagogicznej</w:t>
            </w:r>
            <w:r w:rsidR="00F56A46" w:rsidRPr="004A08A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F56A46" w:rsidRPr="004A08A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Nysa: </w:t>
            </w:r>
            <w:r w:rsidRPr="004A08A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Of. Wyd.</w:t>
            </w:r>
            <w:r w:rsidRPr="004A0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PWSZ</w:t>
            </w:r>
            <w:r w:rsidR="00F56A46" w:rsidRPr="004A0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4A0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Dostępna online: </w:t>
            </w:r>
            <w:hyperlink r:id="rId13" w:history="1">
              <w:r w:rsidRPr="004A08A9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https://dbc.wroc.pl/Content/36877/PDF/Socjoterapia_w_praktyce.pdf</w:t>
              </w:r>
            </w:hyperlink>
          </w:p>
        </w:tc>
      </w:tr>
    </w:tbl>
    <w:p w14:paraId="07547A01" w14:textId="77777777" w:rsidR="0085747A" w:rsidRPr="009C54AE" w:rsidRDefault="0085747A" w:rsidP="00B627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E4A8D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644F1" w14:textId="77777777" w:rsidR="00EE33C0" w:rsidRDefault="00EE33C0" w:rsidP="00C16ABF">
      <w:pPr>
        <w:spacing w:after="0" w:line="240" w:lineRule="auto"/>
      </w:pPr>
      <w:r>
        <w:separator/>
      </w:r>
    </w:p>
  </w:endnote>
  <w:endnote w:type="continuationSeparator" w:id="0">
    <w:p w14:paraId="68039F2D" w14:textId="77777777" w:rsidR="00EE33C0" w:rsidRDefault="00EE33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BEBDC" w14:textId="77777777" w:rsidR="00EE33C0" w:rsidRDefault="00EE33C0" w:rsidP="00C16ABF">
      <w:pPr>
        <w:spacing w:after="0" w:line="240" w:lineRule="auto"/>
      </w:pPr>
      <w:r>
        <w:separator/>
      </w:r>
    </w:p>
  </w:footnote>
  <w:footnote w:type="continuationSeparator" w:id="0">
    <w:p w14:paraId="4836D07F" w14:textId="77777777" w:rsidR="00EE33C0" w:rsidRDefault="00EE33C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0083"/>
    <w:multiLevelType w:val="hybridMultilevel"/>
    <w:tmpl w:val="5B2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35033"/>
    <w:multiLevelType w:val="multilevel"/>
    <w:tmpl w:val="EF96E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15497"/>
    <w:multiLevelType w:val="hybridMultilevel"/>
    <w:tmpl w:val="08063828"/>
    <w:lvl w:ilvl="0" w:tplc="D7BA9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C1419"/>
    <w:multiLevelType w:val="hybridMultilevel"/>
    <w:tmpl w:val="EA9C1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573E9"/>
    <w:multiLevelType w:val="hybridMultilevel"/>
    <w:tmpl w:val="C03EA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07EEB"/>
    <w:multiLevelType w:val="hybridMultilevel"/>
    <w:tmpl w:val="1F82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2NbCwNLWwNDMyNjVW0lEKTi0uzszPAykwrAUAZ5BBeiwAAAA="/>
  </w:docVars>
  <w:rsids>
    <w:rsidRoot w:val="00BD66E9"/>
    <w:rsid w:val="000048FD"/>
    <w:rsid w:val="000077B4"/>
    <w:rsid w:val="00015B8F"/>
    <w:rsid w:val="00022ECE"/>
    <w:rsid w:val="0002571E"/>
    <w:rsid w:val="000410BC"/>
    <w:rsid w:val="00042A51"/>
    <w:rsid w:val="00042D2E"/>
    <w:rsid w:val="00044C82"/>
    <w:rsid w:val="0005515E"/>
    <w:rsid w:val="000640B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2A4"/>
    <w:rsid w:val="000D04B0"/>
    <w:rsid w:val="000F1C57"/>
    <w:rsid w:val="000F5615"/>
    <w:rsid w:val="00124BFF"/>
    <w:rsid w:val="0012560E"/>
    <w:rsid w:val="00125A28"/>
    <w:rsid w:val="00127108"/>
    <w:rsid w:val="00127697"/>
    <w:rsid w:val="00134B13"/>
    <w:rsid w:val="00146BC0"/>
    <w:rsid w:val="00153C41"/>
    <w:rsid w:val="00154381"/>
    <w:rsid w:val="00162284"/>
    <w:rsid w:val="00162605"/>
    <w:rsid w:val="001640A7"/>
    <w:rsid w:val="00164FA7"/>
    <w:rsid w:val="0016554B"/>
    <w:rsid w:val="00166A03"/>
    <w:rsid w:val="0017103D"/>
    <w:rsid w:val="001718A7"/>
    <w:rsid w:val="001737CF"/>
    <w:rsid w:val="00176083"/>
    <w:rsid w:val="00181605"/>
    <w:rsid w:val="00191BB3"/>
    <w:rsid w:val="001924B2"/>
    <w:rsid w:val="00192F37"/>
    <w:rsid w:val="001A34B8"/>
    <w:rsid w:val="001A70D2"/>
    <w:rsid w:val="001B19CF"/>
    <w:rsid w:val="001D657B"/>
    <w:rsid w:val="001D7B54"/>
    <w:rsid w:val="001E0209"/>
    <w:rsid w:val="001F2CA2"/>
    <w:rsid w:val="002144C0"/>
    <w:rsid w:val="0022477D"/>
    <w:rsid w:val="00226276"/>
    <w:rsid w:val="002278A9"/>
    <w:rsid w:val="002336F9"/>
    <w:rsid w:val="00235DC5"/>
    <w:rsid w:val="0024028F"/>
    <w:rsid w:val="00244ABC"/>
    <w:rsid w:val="00257FF1"/>
    <w:rsid w:val="0026079B"/>
    <w:rsid w:val="00272B59"/>
    <w:rsid w:val="00281FF2"/>
    <w:rsid w:val="00283A15"/>
    <w:rsid w:val="002857DE"/>
    <w:rsid w:val="00291567"/>
    <w:rsid w:val="002A1037"/>
    <w:rsid w:val="002A22BF"/>
    <w:rsid w:val="002A2389"/>
    <w:rsid w:val="002A671D"/>
    <w:rsid w:val="002B4D55"/>
    <w:rsid w:val="002B5EA0"/>
    <w:rsid w:val="002B6119"/>
    <w:rsid w:val="002B7CC9"/>
    <w:rsid w:val="002C1F06"/>
    <w:rsid w:val="002C7164"/>
    <w:rsid w:val="002D3375"/>
    <w:rsid w:val="002D73D4"/>
    <w:rsid w:val="002F02A3"/>
    <w:rsid w:val="002F4ABE"/>
    <w:rsid w:val="003018BA"/>
    <w:rsid w:val="0030395F"/>
    <w:rsid w:val="00305C92"/>
    <w:rsid w:val="003151C5"/>
    <w:rsid w:val="003200C6"/>
    <w:rsid w:val="003343CF"/>
    <w:rsid w:val="00346FE9"/>
    <w:rsid w:val="0034759A"/>
    <w:rsid w:val="003503F6"/>
    <w:rsid w:val="003530DD"/>
    <w:rsid w:val="003629DF"/>
    <w:rsid w:val="00363F78"/>
    <w:rsid w:val="00372995"/>
    <w:rsid w:val="00373BCC"/>
    <w:rsid w:val="003A0A5B"/>
    <w:rsid w:val="003A1176"/>
    <w:rsid w:val="003C0BAE"/>
    <w:rsid w:val="003C1149"/>
    <w:rsid w:val="003D18A9"/>
    <w:rsid w:val="003D6CE2"/>
    <w:rsid w:val="003E1941"/>
    <w:rsid w:val="003E2FE6"/>
    <w:rsid w:val="003E49D5"/>
    <w:rsid w:val="003F205D"/>
    <w:rsid w:val="003F23E8"/>
    <w:rsid w:val="003F23EE"/>
    <w:rsid w:val="003F2BA7"/>
    <w:rsid w:val="003F38C0"/>
    <w:rsid w:val="00414E3C"/>
    <w:rsid w:val="004212D7"/>
    <w:rsid w:val="0042244A"/>
    <w:rsid w:val="00424BC2"/>
    <w:rsid w:val="0042745A"/>
    <w:rsid w:val="00431D5C"/>
    <w:rsid w:val="00434C82"/>
    <w:rsid w:val="004362C6"/>
    <w:rsid w:val="00437FA2"/>
    <w:rsid w:val="00445970"/>
    <w:rsid w:val="00461EFC"/>
    <w:rsid w:val="00464DD6"/>
    <w:rsid w:val="004652C2"/>
    <w:rsid w:val="004706D1"/>
    <w:rsid w:val="004708B0"/>
    <w:rsid w:val="00471326"/>
    <w:rsid w:val="0047598D"/>
    <w:rsid w:val="004840FD"/>
    <w:rsid w:val="00484EBF"/>
    <w:rsid w:val="00490F7D"/>
    <w:rsid w:val="00491678"/>
    <w:rsid w:val="004968E2"/>
    <w:rsid w:val="004A08A9"/>
    <w:rsid w:val="004A3EEA"/>
    <w:rsid w:val="004A414D"/>
    <w:rsid w:val="004A4D1F"/>
    <w:rsid w:val="004C7F46"/>
    <w:rsid w:val="004D1DE7"/>
    <w:rsid w:val="004D5282"/>
    <w:rsid w:val="004E1A22"/>
    <w:rsid w:val="004F1551"/>
    <w:rsid w:val="004F55A3"/>
    <w:rsid w:val="004F65DB"/>
    <w:rsid w:val="0050496F"/>
    <w:rsid w:val="00513B6F"/>
    <w:rsid w:val="00517C63"/>
    <w:rsid w:val="005363C4"/>
    <w:rsid w:val="00536BDE"/>
    <w:rsid w:val="00543ACC"/>
    <w:rsid w:val="00546862"/>
    <w:rsid w:val="005654D6"/>
    <w:rsid w:val="0056696D"/>
    <w:rsid w:val="005910E8"/>
    <w:rsid w:val="0059484D"/>
    <w:rsid w:val="005A0855"/>
    <w:rsid w:val="005A3196"/>
    <w:rsid w:val="005C080F"/>
    <w:rsid w:val="005C55E5"/>
    <w:rsid w:val="005C696A"/>
    <w:rsid w:val="005D37D1"/>
    <w:rsid w:val="005E42B9"/>
    <w:rsid w:val="005E6E85"/>
    <w:rsid w:val="005F31D2"/>
    <w:rsid w:val="00607696"/>
    <w:rsid w:val="0061029B"/>
    <w:rsid w:val="00617230"/>
    <w:rsid w:val="00621CE1"/>
    <w:rsid w:val="0062518C"/>
    <w:rsid w:val="00627FC9"/>
    <w:rsid w:val="0064092B"/>
    <w:rsid w:val="00643D18"/>
    <w:rsid w:val="00647FA8"/>
    <w:rsid w:val="00650C5F"/>
    <w:rsid w:val="00654934"/>
    <w:rsid w:val="006620D9"/>
    <w:rsid w:val="00671958"/>
    <w:rsid w:val="00675843"/>
    <w:rsid w:val="00696477"/>
    <w:rsid w:val="006B64BE"/>
    <w:rsid w:val="006C2274"/>
    <w:rsid w:val="006C72D2"/>
    <w:rsid w:val="006D00EB"/>
    <w:rsid w:val="006D050F"/>
    <w:rsid w:val="006D0916"/>
    <w:rsid w:val="006D5442"/>
    <w:rsid w:val="006D6139"/>
    <w:rsid w:val="006E4A8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754"/>
    <w:rsid w:val="007327BD"/>
    <w:rsid w:val="00734608"/>
    <w:rsid w:val="00744D27"/>
    <w:rsid w:val="00745302"/>
    <w:rsid w:val="007461D6"/>
    <w:rsid w:val="00746EC8"/>
    <w:rsid w:val="00763BF1"/>
    <w:rsid w:val="00766FD4"/>
    <w:rsid w:val="0078168C"/>
    <w:rsid w:val="0078341A"/>
    <w:rsid w:val="00787C2A"/>
    <w:rsid w:val="00790E27"/>
    <w:rsid w:val="007A4022"/>
    <w:rsid w:val="007A41C5"/>
    <w:rsid w:val="007A6E6E"/>
    <w:rsid w:val="007B13DC"/>
    <w:rsid w:val="007C3299"/>
    <w:rsid w:val="007C3BCC"/>
    <w:rsid w:val="007C4546"/>
    <w:rsid w:val="007D6E56"/>
    <w:rsid w:val="007F4155"/>
    <w:rsid w:val="00812F4E"/>
    <w:rsid w:val="0081554D"/>
    <w:rsid w:val="008164A7"/>
    <w:rsid w:val="0081707E"/>
    <w:rsid w:val="00823A4E"/>
    <w:rsid w:val="0082704D"/>
    <w:rsid w:val="008449B3"/>
    <w:rsid w:val="008552A2"/>
    <w:rsid w:val="0085747A"/>
    <w:rsid w:val="00872AAB"/>
    <w:rsid w:val="00884922"/>
    <w:rsid w:val="00885CD5"/>
    <w:rsid w:val="00885F64"/>
    <w:rsid w:val="008917F9"/>
    <w:rsid w:val="008A45F7"/>
    <w:rsid w:val="008B0A73"/>
    <w:rsid w:val="008C0CC0"/>
    <w:rsid w:val="008C19A9"/>
    <w:rsid w:val="008C379D"/>
    <w:rsid w:val="008C5147"/>
    <w:rsid w:val="008C5359"/>
    <w:rsid w:val="008C5363"/>
    <w:rsid w:val="008D3DFB"/>
    <w:rsid w:val="008D6463"/>
    <w:rsid w:val="008E2330"/>
    <w:rsid w:val="008E64F4"/>
    <w:rsid w:val="008F12C9"/>
    <w:rsid w:val="008F6E29"/>
    <w:rsid w:val="009135C1"/>
    <w:rsid w:val="00916188"/>
    <w:rsid w:val="00923D7D"/>
    <w:rsid w:val="00935EF0"/>
    <w:rsid w:val="00943794"/>
    <w:rsid w:val="009508DF"/>
    <w:rsid w:val="00950DAC"/>
    <w:rsid w:val="00954A07"/>
    <w:rsid w:val="009806C9"/>
    <w:rsid w:val="00993E0D"/>
    <w:rsid w:val="00997F14"/>
    <w:rsid w:val="009A2423"/>
    <w:rsid w:val="009A3C1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08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F7C"/>
    <w:rsid w:val="00AB73E2"/>
    <w:rsid w:val="00AD1146"/>
    <w:rsid w:val="00AD27D3"/>
    <w:rsid w:val="00AD66D6"/>
    <w:rsid w:val="00AE1160"/>
    <w:rsid w:val="00AE1262"/>
    <w:rsid w:val="00AE203C"/>
    <w:rsid w:val="00AE2E74"/>
    <w:rsid w:val="00AE5FCB"/>
    <w:rsid w:val="00AF2C1E"/>
    <w:rsid w:val="00B011C9"/>
    <w:rsid w:val="00B06142"/>
    <w:rsid w:val="00B135B1"/>
    <w:rsid w:val="00B20FA0"/>
    <w:rsid w:val="00B2210B"/>
    <w:rsid w:val="00B3130B"/>
    <w:rsid w:val="00B37924"/>
    <w:rsid w:val="00B40ADB"/>
    <w:rsid w:val="00B43B77"/>
    <w:rsid w:val="00B43E80"/>
    <w:rsid w:val="00B607DB"/>
    <w:rsid w:val="00B6274A"/>
    <w:rsid w:val="00B66529"/>
    <w:rsid w:val="00B75946"/>
    <w:rsid w:val="00B8056E"/>
    <w:rsid w:val="00B819C8"/>
    <w:rsid w:val="00B82308"/>
    <w:rsid w:val="00B832E9"/>
    <w:rsid w:val="00B90885"/>
    <w:rsid w:val="00BB520A"/>
    <w:rsid w:val="00BD3869"/>
    <w:rsid w:val="00BD66E9"/>
    <w:rsid w:val="00BD6FF4"/>
    <w:rsid w:val="00BE23C2"/>
    <w:rsid w:val="00BE3EA9"/>
    <w:rsid w:val="00BF086F"/>
    <w:rsid w:val="00BF2C41"/>
    <w:rsid w:val="00C058B4"/>
    <w:rsid w:val="00C05F44"/>
    <w:rsid w:val="00C131B5"/>
    <w:rsid w:val="00C168A9"/>
    <w:rsid w:val="00C16ABF"/>
    <w:rsid w:val="00C170AE"/>
    <w:rsid w:val="00C26CB7"/>
    <w:rsid w:val="00C324C1"/>
    <w:rsid w:val="00C36439"/>
    <w:rsid w:val="00C36992"/>
    <w:rsid w:val="00C56036"/>
    <w:rsid w:val="00C61DC5"/>
    <w:rsid w:val="00C6747C"/>
    <w:rsid w:val="00C67E92"/>
    <w:rsid w:val="00C70A26"/>
    <w:rsid w:val="00C766DF"/>
    <w:rsid w:val="00C85175"/>
    <w:rsid w:val="00C94B98"/>
    <w:rsid w:val="00CA0470"/>
    <w:rsid w:val="00CA2B96"/>
    <w:rsid w:val="00CA5089"/>
    <w:rsid w:val="00CD1E05"/>
    <w:rsid w:val="00CD6897"/>
    <w:rsid w:val="00CE5BAC"/>
    <w:rsid w:val="00CF0E2D"/>
    <w:rsid w:val="00CF25BE"/>
    <w:rsid w:val="00CF78ED"/>
    <w:rsid w:val="00D02B25"/>
    <w:rsid w:val="00D02EBA"/>
    <w:rsid w:val="00D043A4"/>
    <w:rsid w:val="00D17C3C"/>
    <w:rsid w:val="00D26B2C"/>
    <w:rsid w:val="00D27679"/>
    <w:rsid w:val="00D352C9"/>
    <w:rsid w:val="00D36754"/>
    <w:rsid w:val="00D425B2"/>
    <w:rsid w:val="00D428D6"/>
    <w:rsid w:val="00D500E4"/>
    <w:rsid w:val="00D52885"/>
    <w:rsid w:val="00D552B2"/>
    <w:rsid w:val="00D55CE7"/>
    <w:rsid w:val="00D608D1"/>
    <w:rsid w:val="00D74119"/>
    <w:rsid w:val="00D8075B"/>
    <w:rsid w:val="00D8678B"/>
    <w:rsid w:val="00DA2114"/>
    <w:rsid w:val="00DE09C0"/>
    <w:rsid w:val="00DE4A14"/>
    <w:rsid w:val="00DF0E85"/>
    <w:rsid w:val="00DF320D"/>
    <w:rsid w:val="00DF71C8"/>
    <w:rsid w:val="00E06953"/>
    <w:rsid w:val="00E129B8"/>
    <w:rsid w:val="00E21E7D"/>
    <w:rsid w:val="00E22FBC"/>
    <w:rsid w:val="00E24BF5"/>
    <w:rsid w:val="00E25338"/>
    <w:rsid w:val="00E51E44"/>
    <w:rsid w:val="00E53600"/>
    <w:rsid w:val="00E63348"/>
    <w:rsid w:val="00E742AA"/>
    <w:rsid w:val="00E77E88"/>
    <w:rsid w:val="00E8107D"/>
    <w:rsid w:val="00E9109D"/>
    <w:rsid w:val="00E960BB"/>
    <w:rsid w:val="00EA2074"/>
    <w:rsid w:val="00EA4832"/>
    <w:rsid w:val="00EA4E9D"/>
    <w:rsid w:val="00EC4899"/>
    <w:rsid w:val="00ED03AB"/>
    <w:rsid w:val="00ED32D2"/>
    <w:rsid w:val="00EE0CA9"/>
    <w:rsid w:val="00EE32DE"/>
    <w:rsid w:val="00EE33C0"/>
    <w:rsid w:val="00EE5457"/>
    <w:rsid w:val="00F070AB"/>
    <w:rsid w:val="00F17567"/>
    <w:rsid w:val="00F27A7B"/>
    <w:rsid w:val="00F30932"/>
    <w:rsid w:val="00F36FAB"/>
    <w:rsid w:val="00F526AF"/>
    <w:rsid w:val="00F56A46"/>
    <w:rsid w:val="00F617C3"/>
    <w:rsid w:val="00F7066B"/>
    <w:rsid w:val="00F80403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5516CD99"/>
    <w:rsid w:val="78B4E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A1859"/>
  <w15:docId w15:val="{6697A30E-6D2D-4673-AC53-7C2F5D5A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06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06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06C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6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06C9"/>
    <w:rPr>
      <w:rFonts w:ascii="Calibri" w:hAnsi="Calibri"/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42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bc.wroc.pl/Content/36877/PDF/Socjoterapia_w_praktyce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h-ph.pl/pdf/hyg-2017/hyg-2017-3-310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cademia.edu/11718210/Socjoterapia_w_szkol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DA930D-0879-4BE7-962A-EFC20A0B83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DFF927-721B-4C38-82B8-30C4F82CE3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62F732-BC8D-4111-B2A0-18F3F10637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C01EF9-5D07-4FA3-BE64-E8E44E0DF7A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1105</Words>
  <Characters>6636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 Motyka</cp:lastModifiedBy>
  <cp:revision>15</cp:revision>
  <cp:lastPrinted>2019-02-06T12:12:00Z</cp:lastPrinted>
  <dcterms:created xsi:type="dcterms:W3CDTF">2020-10-27T10:49:00Z</dcterms:created>
  <dcterms:modified xsi:type="dcterms:W3CDTF">2021-09-27T13:31:00Z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